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CAF" w:rsidRDefault="006F1FC0" w:rsidP="00297AB5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3739352</wp:posOffset>
            </wp:positionH>
            <wp:positionV relativeFrom="paragraph">
              <wp:posOffset>5519420</wp:posOffset>
            </wp:positionV>
            <wp:extent cx="1190625" cy="119062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croscop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4AB3B67E" wp14:editId="6B6CD2CB">
                <wp:simplePos x="0" y="0"/>
                <wp:positionH relativeFrom="page">
                  <wp:posOffset>1267460</wp:posOffset>
                </wp:positionH>
                <wp:positionV relativeFrom="page">
                  <wp:posOffset>3295015</wp:posOffset>
                </wp:positionV>
                <wp:extent cx="7524750" cy="2706370"/>
                <wp:effectExtent l="0" t="0" r="0" b="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0" cy="270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6CAF" w:rsidRPr="009E1EE6" w:rsidRDefault="00E96CAF" w:rsidP="00297AB5">
                            <w:pPr>
                              <w:rPr>
                                <w:rFonts w:ascii="Century Gothic" w:hAnsi="Century Gothic"/>
                                <w:caps/>
                                <w:color w:val="333333"/>
                              </w:rPr>
                            </w:pPr>
                            <w:r w:rsidRPr="009E1EE6">
                              <w:rPr>
                                <w:rFonts w:ascii="Century Gothic" w:hAnsi="Century Gothic"/>
                                <w:caps/>
                                <w:color w:val="333333"/>
                              </w:rPr>
                              <w:t>This certifies that</w:t>
                            </w:r>
                          </w:p>
                          <w:p w:rsidR="00E96CAF" w:rsidRPr="00FB75EA" w:rsidRDefault="00E96CAF" w:rsidP="00FB75EA">
                            <w:pPr>
                              <w:pStyle w:val="Heading2"/>
                            </w:pPr>
                            <w:r w:rsidRPr="00FB75EA">
                              <w:fldChar w:fldCharType="begin"/>
                            </w:r>
                            <w:r w:rsidRPr="00FB75EA">
                              <w:instrText>MACROBUTTON DoFieldClick [NAME]</w:instrText>
                            </w:r>
                            <w:r w:rsidRPr="00FB75EA">
                              <w:fldChar w:fldCharType="end"/>
                            </w:r>
                          </w:p>
                          <w:p w:rsidR="00761EF2" w:rsidRPr="006F1FC0" w:rsidRDefault="00761EF2" w:rsidP="00FB75EA">
                            <w:pPr>
                              <w:pStyle w:val="Description"/>
                              <w:rPr>
                                <w:sz w:val="28"/>
                              </w:rPr>
                            </w:pPr>
                            <w:r w:rsidRPr="009E1EE6">
                              <w:t xml:space="preserve">has successfully </w:t>
                            </w:r>
                            <w:r w:rsidR="006F1FC0">
                              <w:t>completed</w:t>
                            </w:r>
                            <w:r w:rsidRPr="009E1EE6">
                              <w:t xml:space="preserve"> </w:t>
                            </w:r>
                            <w:r w:rsidR="00812DA4">
                              <w:t>30 hours of professional development by completing</w:t>
                            </w:r>
                            <w:r w:rsidR="00812DA4">
                              <w:br/>
                            </w:r>
                            <w:r w:rsidR="00812DA4" w:rsidRPr="006F1FC0">
                              <w:rPr>
                                <w:b/>
                                <w:sz w:val="28"/>
                              </w:rPr>
                              <w:t>Intel</w:t>
                            </w:r>
                            <w:r w:rsidR="00812DA4" w:rsidRPr="006F1FC0">
                              <w:rPr>
                                <w:b/>
                                <w:sz w:val="28"/>
                                <w:vertAlign w:val="superscript"/>
                              </w:rPr>
                              <w:t>®</w:t>
                            </w:r>
                            <w:r w:rsidR="00812DA4" w:rsidRPr="006F1FC0">
                              <w:rPr>
                                <w:b/>
                                <w:sz w:val="28"/>
                              </w:rPr>
                              <w:t xml:space="preserve"> Teach elements: Inquiry in the science classroom</w:t>
                            </w:r>
                            <w:r w:rsidR="00661CEB" w:rsidRPr="006F1FC0">
                              <w:rPr>
                                <w:sz w:val="28"/>
                              </w:rPr>
                              <w:t xml:space="preserve"> </w:t>
                            </w:r>
                          </w:p>
                          <w:p w:rsidR="00661CEB" w:rsidRPr="00812DA4" w:rsidRDefault="00812DA4" w:rsidP="00FB75EA">
                            <w:pPr>
                              <w:pStyle w:val="Heading3"/>
                              <w:rPr>
                                <w:b w:val="0"/>
                                <w:caps w:val="0"/>
                                <w:sz w:val="20"/>
                              </w:rPr>
                            </w:pPr>
                            <w:r>
                              <w:rPr>
                                <w:b w:val="0"/>
                                <w:caps w:val="0"/>
                                <w:sz w:val="20"/>
                              </w:rPr>
                              <w:t>C</w:t>
                            </w:r>
                            <w:r w:rsidRPr="00812DA4">
                              <w:rPr>
                                <w:b w:val="0"/>
                                <w:caps w:val="0"/>
                                <w:sz w:val="20"/>
                              </w:rPr>
                              <w:t xml:space="preserve">ourse content developed and provided free of charge by Intel Corporation. </w:t>
                            </w:r>
                            <w:hyperlink r:id="rId6" w:history="1">
                              <w:r w:rsidRPr="00090407">
                                <w:rPr>
                                  <w:rStyle w:val="Hyperlink"/>
                                  <w:b w:val="0"/>
                                  <w:caps w:val="0"/>
                                  <w:sz w:val="20"/>
                                </w:rPr>
                                <w:t>www.intel.com/teachers</w:t>
                              </w:r>
                            </w:hyperlink>
                            <w:r>
                              <w:rPr>
                                <w:b w:val="0"/>
                                <w:caps w:val="0"/>
                                <w:sz w:val="20"/>
                              </w:rPr>
                              <w:t xml:space="preserve"> </w:t>
                            </w:r>
                          </w:p>
                          <w:p w:rsidR="006F1FC0" w:rsidRDefault="006F1FC0" w:rsidP="00FB75EA">
                            <w:pPr>
                              <w:pStyle w:val="Description"/>
                            </w:pPr>
                          </w:p>
                          <w:p w:rsidR="00661CEB" w:rsidRPr="009E1EE6" w:rsidRDefault="00661CEB" w:rsidP="00FB75EA">
                            <w:pPr>
                              <w:pStyle w:val="Description"/>
                            </w:pPr>
                            <w:r w:rsidRPr="009E1EE6">
                              <w:t xml:space="preserve">Given this </w:t>
                            </w:r>
                            <w:r w:rsidR="006041F6">
                              <w:t>_</w:t>
                            </w:r>
                            <w:r w:rsidRPr="009E1EE6">
                              <w:t>___ day of __</w:t>
                            </w:r>
                            <w:r w:rsidR="006041F6">
                              <w:t>___________</w:t>
                            </w:r>
                            <w:r w:rsidRPr="009E1EE6">
                              <w:t>________, 20</w:t>
                            </w:r>
                            <w:r w:rsidR="006041F6">
                              <w:t>__</w:t>
                            </w:r>
                            <w:r w:rsidRPr="009E1EE6">
                              <w:t>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99.8pt;margin-top:259.45pt;width:592.5pt;height:213.1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" o:allowincell="f" filled="f" stroked="f">
                <v:textbox>
                  <w:txbxContent>
                    <w:p w:rsidR="00E96CAF" w:rsidRPr="009E1EE6" w:rsidRDefault="00E96CAF" w:rsidP="00297AB5">
                      <w:pPr>
                        <w:rPr>
                          <w:rFonts w:ascii="Century Gothic" w:hAnsi="Century Gothic"/>
                          <w:caps/>
                          <w:color w:val="333333"/>
                        </w:rPr>
                      </w:pPr>
                      <w:r w:rsidRPr="009E1EE6">
                        <w:rPr>
                          <w:rFonts w:ascii="Century Gothic" w:hAnsi="Century Gothic"/>
                          <w:caps/>
                          <w:color w:val="333333"/>
                        </w:rPr>
                        <w:t>This certifies that</w:t>
                      </w:r>
                    </w:p>
                    <w:p w:rsidR="00E96CAF" w:rsidRPr="00FB75EA" w:rsidRDefault="00E96CAF" w:rsidP="00FB75EA">
                      <w:pPr>
                        <w:pStyle w:val="Heading2"/>
                      </w:pPr>
                      <w:r w:rsidRPr="00FB75EA">
                        <w:fldChar w:fldCharType="begin"/>
                      </w:r>
                      <w:r w:rsidRPr="00FB75EA">
                        <w:instrText>MACROBUTTON DoFieldClick [NAME]</w:instrText>
                      </w:r>
                      <w:r w:rsidRPr="00FB75EA">
                        <w:fldChar w:fldCharType="end"/>
                      </w:r>
                    </w:p>
                    <w:p w:rsidR="00761EF2" w:rsidRPr="006F1FC0" w:rsidRDefault="00761EF2" w:rsidP="00FB75EA">
                      <w:pPr>
                        <w:pStyle w:val="Description"/>
                        <w:rPr>
                          <w:sz w:val="28"/>
                        </w:rPr>
                      </w:pPr>
                      <w:r w:rsidRPr="009E1EE6">
                        <w:t xml:space="preserve">has successfully </w:t>
                      </w:r>
                      <w:r w:rsidR="006F1FC0">
                        <w:t>completed</w:t>
                      </w:r>
                      <w:r w:rsidRPr="009E1EE6">
                        <w:t xml:space="preserve"> </w:t>
                      </w:r>
                      <w:r w:rsidR="00812DA4">
                        <w:t>30 hours of professional development by completing</w:t>
                      </w:r>
                      <w:r w:rsidR="00812DA4">
                        <w:br/>
                      </w:r>
                      <w:r w:rsidR="00812DA4" w:rsidRPr="006F1FC0">
                        <w:rPr>
                          <w:b/>
                          <w:sz w:val="28"/>
                        </w:rPr>
                        <w:t>Intel</w:t>
                      </w:r>
                      <w:r w:rsidR="00812DA4" w:rsidRPr="006F1FC0">
                        <w:rPr>
                          <w:b/>
                          <w:sz w:val="28"/>
                          <w:vertAlign w:val="superscript"/>
                        </w:rPr>
                        <w:t>®</w:t>
                      </w:r>
                      <w:r w:rsidR="00812DA4" w:rsidRPr="006F1FC0">
                        <w:rPr>
                          <w:b/>
                          <w:sz w:val="28"/>
                        </w:rPr>
                        <w:t xml:space="preserve"> Teach elements: Inquiry in the science classroom</w:t>
                      </w:r>
                      <w:r w:rsidR="00661CEB" w:rsidRPr="006F1FC0">
                        <w:rPr>
                          <w:sz w:val="28"/>
                        </w:rPr>
                        <w:t xml:space="preserve"> </w:t>
                      </w:r>
                    </w:p>
                    <w:p w:rsidR="00661CEB" w:rsidRPr="00812DA4" w:rsidRDefault="00812DA4" w:rsidP="00FB75EA">
                      <w:pPr>
                        <w:pStyle w:val="Heading3"/>
                        <w:rPr>
                          <w:b w:val="0"/>
                          <w:caps w:val="0"/>
                          <w:sz w:val="20"/>
                        </w:rPr>
                      </w:pPr>
                      <w:r>
                        <w:rPr>
                          <w:b w:val="0"/>
                          <w:caps w:val="0"/>
                          <w:sz w:val="20"/>
                        </w:rPr>
                        <w:t>C</w:t>
                      </w:r>
                      <w:r w:rsidRPr="00812DA4">
                        <w:rPr>
                          <w:b w:val="0"/>
                          <w:caps w:val="0"/>
                          <w:sz w:val="20"/>
                        </w:rPr>
                        <w:t xml:space="preserve">ourse content developed and provided free of charge by Intel Corporation. </w:t>
                      </w:r>
                      <w:hyperlink r:id="rId7" w:history="1">
                        <w:r w:rsidRPr="00090407">
                          <w:rPr>
                            <w:rStyle w:val="Hyperlink"/>
                            <w:b w:val="0"/>
                            <w:caps w:val="0"/>
                            <w:sz w:val="20"/>
                          </w:rPr>
                          <w:t>www.intel.com/teachers</w:t>
                        </w:r>
                      </w:hyperlink>
                      <w:r>
                        <w:rPr>
                          <w:b w:val="0"/>
                          <w:caps w:val="0"/>
                          <w:sz w:val="20"/>
                        </w:rPr>
                        <w:t xml:space="preserve"> </w:t>
                      </w:r>
                    </w:p>
                    <w:p w:rsidR="006F1FC0" w:rsidRDefault="006F1FC0" w:rsidP="00FB75EA">
                      <w:pPr>
                        <w:pStyle w:val="Description"/>
                      </w:pPr>
                    </w:p>
                    <w:p w:rsidR="00661CEB" w:rsidRPr="009E1EE6" w:rsidRDefault="00661CEB" w:rsidP="00FB75EA">
                      <w:pPr>
                        <w:pStyle w:val="Description"/>
                      </w:pPr>
                      <w:r w:rsidRPr="009E1EE6">
                        <w:t xml:space="preserve">Given this </w:t>
                      </w:r>
                      <w:r w:rsidR="006041F6">
                        <w:t>_</w:t>
                      </w:r>
                      <w:r w:rsidRPr="009E1EE6">
                        <w:t>___ day of __</w:t>
                      </w:r>
                      <w:r w:rsidR="006041F6">
                        <w:t>___________</w:t>
                      </w:r>
                      <w:r w:rsidRPr="009E1EE6">
                        <w:t>________, 20</w:t>
                      </w:r>
                      <w:r w:rsidR="006041F6">
                        <w:t>__</w:t>
                      </w:r>
                      <w:r w:rsidRPr="009E1EE6">
                        <w:t>__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12DA4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FA657E1" wp14:editId="7B860CA8">
                <wp:simplePos x="0" y="0"/>
                <wp:positionH relativeFrom="page">
                  <wp:posOffset>2879090</wp:posOffset>
                </wp:positionH>
                <wp:positionV relativeFrom="page">
                  <wp:posOffset>1585595</wp:posOffset>
                </wp:positionV>
                <wp:extent cx="4408805" cy="1212850"/>
                <wp:effectExtent l="2540" t="4445" r="0" b="1905"/>
                <wp:wrapNone/>
                <wp:docPr id="1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8805" cy="1212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75C5" w:rsidRPr="009E1EE6" w:rsidRDefault="00812DA4" w:rsidP="00FB75EA">
                            <w:pPr>
                              <w:pStyle w:val="Heading1"/>
                            </w:pPr>
                            <w:r>
                              <w:t>Certificate of Completion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7" type="#_x0000_t202" style="position:absolute;left:0;text-align:left;margin-left:226.7pt;margin-top:124.85pt;width:347.15pt;height:95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" o:allowincell="f" filled="f" stroked="f">
                <v:textbox style="mso-fit-shape-to-text:t" inset="3.6pt,,3.6pt">
                  <w:txbxContent>
                    <w:p w:rsidR="00B275C5" w:rsidRPr="009E1EE6" w:rsidRDefault="00812DA4" w:rsidP="00FB75EA">
                      <w:pPr>
                        <w:pStyle w:val="Heading1"/>
                      </w:pPr>
                      <w:r>
                        <w:t>Certificate of Completion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12DA4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60A07287" wp14:editId="06569BA9">
                <wp:simplePos x="0" y="0"/>
                <wp:positionH relativeFrom="page">
                  <wp:posOffset>2760980</wp:posOffset>
                </wp:positionH>
                <wp:positionV relativeFrom="page">
                  <wp:posOffset>1161415</wp:posOffset>
                </wp:positionV>
                <wp:extent cx="702310" cy="2017395"/>
                <wp:effectExtent l="0" t="0" r="3810" b="2540"/>
                <wp:wrapNone/>
                <wp:docPr id="1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310" cy="201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75C5" w:rsidRDefault="00812DA4" w:rsidP="00B275C5">
                            <w:pPr>
                              <w:jc w:val="lef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1C086E" wp14:editId="487C43F2">
                                  <wp:extent cx="398145" cy="1837690"/>
                                  <wp:effectExtent l="0" t="0" r="1905" b="0"/>
                                  <wp:docPr id="1" name="Picture 1" descr="jrhighschool2c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jrhighschool2c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8145" cy="18376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8" type="#_x0000_t202" style="position:absolute;left:0;text-align:left;margin-left:217.4pt;margin-top:91.45pt;width:55.3pt;height:158.8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" o:allowincell="f" filled="f" stroked="f">
                <v:textbox style="mso-fit-shape-to-text:t" inset=",7.2pt,,7.2pt">
                  <w:txbxContent>
                    <w:p w:rsidR="00B275C5" w:rsidRDefault="00812DA4" w:rsidP="00B275C5">
                      <w:pPr>
                        <w:jc w:val="lef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21C086E" wp14:editId="487C43F2">
                            <wp:extent cx="398145" cy="1837690"/>
                            <wp:effectExtent l="0" t="0" r="1905" b="0"/>
                            <wp:docPr id="1" name="Picture 1" descr="jrhighschool2c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jrhighschool2c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8145" cy="18376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12DA4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439E441D" wp14:editId="29A7DC56">
                <wp:simplePos x="0" y="0"/>
                <wp:positionH relativeFrom="page">
                  <wp:posOffset>6800215</wp:posOffset>
                </wp:positionH>
                <wp:positionV relativeFrom="page">
                  <wp:posOffset>1161415</wp:posOffset>
                </wp:positionV>
                <wp:extent cx="586105" cy="2017395"/>
                <wp:effectExtent l="0" t="0" r="0" b="2540"/>
                <wp:wrapNone/>
                <wp:docPr id="1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05" cy="201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75C5" w:rsidRDefault="00812DA4" w:rsidP="00B275C5">
                            <w:pPr>
                              <w:jc w:val="lef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B4B493B" wp14:editId="42453A52">
                                  <wp:extent cx="398145" cy="1837690"/>
                                  <wp:effectExtent l="0" t="0" r="1905" b="0"/>
                                  <wp:docPr id="2" name="Picture 2" descr="jrhighschool2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jrhighschool2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8145" cy="18376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29" type="#_x0000_t202" style="position:absolute;left:0;text-align:left;margin-left:535.45pt;margin-top:91.45pt;width:46.15pt;height:158.85pt;z-index:2516567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" o:allowincell="f" filled="f" stroked="f">
                <v:textbox style="mso-fit-shape-to-text:t" inset=",7.2pt,,7.2pt">
                  <w:txbxContent>
                    <w:p w:rsidR="00B275C5" w:rsidRDefault="00812DA4" w:rsidP="00B275C5">
                      <w:pPr>
                        <w:jc w:val="lef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B4B493B" wp14:editId="42453A52">
                            <wp:extent cx="398145" cy="1837690"/>
                            <wp:effectExtent l="0" t="0" r="1905" b="0"/>
                            <wp:docPr id="2" name="Picture 2" descr="jrhighschool2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jrhighschool2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8145" cy="18376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12DA4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27BC93E1" wp14:editId="0881E0E7">
                <wp:simplePos x="0" y="0"/>
                <wp:positionH relativeFrom="page">
                  <wp:posOffset>4391025</wp:posOffset>
                </wp:positionH>
                <wp:positionV relativeFrom="page">
                  <wp:posOffset>6203315</wp:posOffset>
                </wp:positionV>
                <wp:extent cx="1276350" cy="1276350"/>
                <wp:effectExtent l="19050" t="21590" r="19050" b="26035"/>
                <wp:wrapNone/>
                <wp:docPr id="9" name="Oval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0" cy="1276350"/>
                        </a:xfrm>
                        <a:prstGeom prst="ellipse">
                          <a:avLst/>
                        </a:prstGeom>
                        <a:solidFill>
                          <a:srgbClr val="DDDDDD"/>
                        </a:solidFill>
                        <a:ln w="381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6" o:spid="_x0000_s1026" style="position:absolute;margin-left:345.75pt;margin-top:488.45pt;width:100.5pt;height:100.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" o:allowincell="f" fillcolor="#ddd" strokecolor="white" strokeweight="3pt">
                <w10:wrap anchorx="page" anchory="page"/>
              </v:oval>
            </w:pict>
          </mc:Fallback>
        </mc:AlternateContent>
      </w:r>
      <w:r w:rsidR="00812DA4"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0" allowOverlap="1" wp14:anchorId="799DC04D" wp14:editId="33E747A1">
                <wp:simplePos x="0" y="0"/>
                <wp:positionH relativeFrom="page">
                  <wp:posOffset>5866130</wp:posOffset>
                </wp:positionH>
                <wp:positionV relativeFrom="page">
                  <wp:posOffset>6200140</wp:posOffset>
                </wp:positionV>
                <wp:extent cx="2439670" cy="267335"/>
                <wp:effectExtent l="8255" t="8890" r="0" b="0"/>
                <wp:wrapNone/>
                <wp:docPr id="6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9670" cy="267335"/>
                          <a:chOff x="9178" y="9764"/>
                          <a:chExt cx="3842" cy="421"/>
                        </a:xfrm>
                      </wpg:grpSpPr>
                      <wps:wsp>
                        <wps:cNvPr id="7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9178" y="9816"/>
                            <a:ext cx="3842" cy="36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1F6" w:rsidRPr="006041F6" w:rsidRDefault="00812DA4" w:rsidP="00FB75EA">
                              <w:pPr>
                                <w:pStyle w:val="SignatureText"/>
                              </w:pPr>
                              <w:r>
                                <w:t>Facilitator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spAutoFit/>
                        </wps:bodyPr>
                      </wps:wsp>
                      <wps:wsp>
                        <wps:cNvPr id="8" name="Line 32"/>
                        <wps:cNvCnPr/>
                        <wps:spPr bwMode="auto">
                          <a:xfrm>
                            <a:off x="9215" y="9764"/>
                            <a:ext cx="3767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30" style="position:absolute;left:0;text-align:left;margin-left:461.9pt;margin-top:488.2pt;width:192.1pt;height:21.05pt;z-index:251659776;mso-position-horizontal-relative:page;mso-position-vertical-relative:page" coordorigin="9178,9764" coordsize="3842,4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" o:allowincell="f">
                <v:shape id="Text Box 30" o:spid="_x0000_s1031" type="#_x0000_t202" style="position:absolute;left:9178;top:9816;width:3842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Nyn8EA&#10;AADaAAAADwAAAGRycy9kb3ducmV2LnhtbESPzarCMBSE9xd8h3AENxdNFVGpRtGCKMJd+Ls+NMe2&#10;2JyUJmp9eyMIdznMzDfMbNGYUjyodoVlBf1eBII4tbrgTMHpuO5OQDiPrLG0TApe5GAxb/3MMNb2&#10;yXt6HHwmAoRdjApy76tYSpfmZND1bEUcvKutDfog60zqGp8Bbko5iKKRNFhwWMixoiSn9Ha4GwW7&#10;crC7jP5u58vmfhr+rjjRNimU6rSb5RSEp8b/h7/trVYwhs+VcAPk/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kDcp/BAAAA2gAAAA8AAAAAAAAAAAAAAAAAmAIAAGRycy9kb3du&#10;cmV2LnhtbFBLBQYAAAAABAAEAPUAAACGAwAAAAA=&#10;" stroked="f">
                  <v:fill opacity="0"/>
                  <v:textbox style="mso-fit-shape-to-text:t" inset="3.6pt,,3.6pt">
                    <w:txbxContent>
                      <w:p w:rsidR="006041F6" w:rsidRPr="006041F6" w:rsidRDefault="00812DA4" w:rsidP="00FB75EA">
                        <w:pPr>
                          <w:pStyle w:val="SignatureText"/>
                        </w:pPr>
                        <w:r>
                          <w:t>Facilitator</w:t>
                        </w:r>
                      </w:p>
                    </w:txbxContent>
                  </v:textbox>
                </v:shape>
                <v:line id="Line 32" o:spid="_x0000_s1032" style="position:absolute;visibility:visible;mso-wrap-style:square" from="9215,9764" to="12982,9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4Ay78AAADaAAAADwAAAGRycy9kb3ducmV2LnhtbERPzWrCQBC+C32HZYTedKOFElJXKQGr&#10;UApt9AGG7DQJzc6G3VWjT985CB4/vv/VZnS9OlOInWcDi3kGirj2tuPGwPGwneWgYkK22HsmA1eK&#10;sFk/TVZYWH/hHzpXqVESwrFAA21KQ6F1rFtyGOd+IBbu1weHSWBotA14kXDX62WWvWqHHUtDiwOV&#10;LdV/1clJb5m/bLvy85a+x12+rPauD18fxjxPx/c3UInG9BDf3XtrQLbKFbkBev0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y4Ay78AAADaAAAADwAAAAAAAAAAAAAAAACh&#10;AgAAZHJzL2Rvd25yZXYueG1sUEsFBgAAAAAEAAQA+QAAAI0DAAAAAA==&#10;" strokecolor="#333" strokeweight=".5pt"/>
                <w10:wrap anchorx="page" anchory="page"/>
              </v:group>
            </w:pict>
          </mc:Fallback>
        </mc:AlternateContent>
      </w:r>
      <w:r w:rsidR="00812DA4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9265920" cy="6945630"/>
                <wp:effectExtent l="0" t="2540" r="3175" b="0"/>
                <wp:wrapNone/>
                <wp:docPr id="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5920" cy="6945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75C5" w:rsidRDefault="00812DA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116695" cy="6817360"/>
                                  <wp:effectExtent l="0" t="0" r="8255" b="2540"/>
                                  <wp:docPr id="3" name="Picture 3" descr="jrhighschool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jrhighschool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16695" cy="68173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3" type="#_x0000_t202" style="position:absolute;left:0;text-align:left;margin-left:0;margin-top:0;width:729.6pt;height:546.9pt;z-index:2516536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" o:allowincell="f" filled="f" stroked="f">
                <v:textbox inset="3.6pt,,3.6pt">
                  <w:txbxContent>
                    <w:p w:rsidR="00B275C5" w:rsidRDefault="00812DA4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116695" cy="6817360"/>
                            <wp:effectExtent l="0" t="0" r="8255" b="2540"/>
                            <wp:docPr id="3" name="Picture 3" descr="jrhighschool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jrhighschool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16695" cy="68173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E96CAF" w:rsidSect="00E96CAF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DA4"/>
    <w:rsid w:val="00050B5D"/>
    <w:rsid w:val="001D231F"/>
    <w:rsid w:val="00297AB5"/>
    <w:rsid w:val="002F0C67"/>
    <w:rsid w:val="006041F6"/>
    <w:rsid w:val="00612F35"/>
    <w:rsid w:val="00661CEB"/>
    <w:rsid w:val="006F1FC0"/>
    <w:rsid w:val="00761EF2"/>
    <w:rsid w:val="007846D3"/>
    <w:rsid w:val="00812DA4"/>
    <w:rsid w:val="009B63A3"/>
    <w:rsid w:val="009E1EE6"/>
    <w:rsid w:val="00A83E53"/>
    <w:rsid w:val="00B275C5"/>
    <w:rsid w:val="00CE435C"/>
    <w:rsid w:val="00E63E56"/>
    <w:rsid w:val="00E96CAF"/>
    <w:rsid w:val="00FB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eaeaea,#ba0000,#dd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97AB5"/>
    <w:pPr>
      <w:jc w:val="center"/>
    </w:pPr>
    <w:rPr>
      <w:rFonts w:ascii="Garamond" w:hAnsi="Garamond"/>
      <w:sz w:val="24"/>
    </w:rPr>
  </w:style>
  <w:style w:type="paragraph" w:styleId="Heading1">
    <w:name w:val="heading 1"/>
    <w:basedOn w:val="Normal"/>
    <w:next w:val="Normal"/>
    <w:qFormat/>
    <w:rsid w:val="00FB75EA"/>
    <w:pPr>
      <w:outlineLvl w:val="0"/>
    </w:pPr>
    <w:rPr>
      <w:rFonts w:ascii="Century Gothic" w:hAnsi="Century Gothic"/>
      <w:caps/>
      <w:color w:val="333333"/>
      <w:sz w:val="72"/>
      <w:szCs w:val="84"/>
    </w:rPr>
  </w:style>
  <w:style w:type="paragraph" w:styleId="Heading2">
    <w:name w:val="heading 2"/>
    <w:basedOn w:val="Normal"/>
    <w:next w:val="Normal"/>
    <w:qFormat/>
    <w:rsid w:val="00FB75EA"/>
    <w:pPr>
      <w:spacing w:before="200" w:after="280"/>
      <w:outlineLvl w:val="1"/>
    </w:pPr>
    <w:rPr>
      <w:rFonts w:ascii="Century Gothic" w:hAnsi="Century Gothic"/>
      <w:caps/>
      <w:color w:val="BA0000"/>
      <w:sz w:val="72"/>
      <w:szCs w:val="72"/>
    </w:rPr>
  </w:style>
  <w:style w:type="paragraph" w:styleId="Heading3">
    <w:name w:val="heading 3"/>
    <w:basedOn w:val="Normal"/>
    <w:next w:val="Normal"/>
    <w:qFormat/>
    <w:rsid w:val="00FB75EA"/>
    <w:pPr>
      <w:spacing w:before="160" w:after="200"/>
      <w:outlineLvl w:val="2"/>
    </w:pPr>
    <w:rPr>
      <w:rFonts w:ascii="Century Gothic" w:hAnsi="Century Gothic"/>
      <w:b/>
      <w:caps/>
      <w:color w:val="333333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FB75EA"/>
    <w:rPr>
      <w:rFonts w:ascii="Tahoma" w:hAnsi="Tahoma" w:cs="Tahoma"/>
      <w:sz w:val="16"/>
      <w:szCs w:val="16"/>
    </w:rPr>
  </w:style>
  <w:style w:type="paragraph" w:customStyle="1" w:styleId="Description">
    <w:name w:val="Description"/>
    <w:basedOn w:val="Normal"/>
    <w:rsid w:val="00FB75EA"/>
    <w:rPr>
      <w:rFonts w:ascii="Century Gothic" w:hAnsi="Century Gothic"/>
      <w:caps/>
      <w:color w:val="333333"/>
    </w:rPr>
  </w:style>
  <w:style w:type="paragraph" w:customStyle="1" w:styleId="SignatureText">
    <w:name w:val="Signature Text"/>
    <w:basedOn w:val="Normal"/>
    <w:rsid w:val="00FB75EA"/>
    <w:rPr>
      <w:caps/>
      <w:color w:val="333333"/>
      <w:sz w:val="20"/>
    </w:rPr>
  </w:style>
  <w:style w:type="paragraph" w:customStyle="1" w:styleId="Seal">
    <w:name w:val="Seal"/>
    <w:basedOn w:val="Normal"/>
    <w:rsid w:val="007846D3"/>
    <w:rPr>
      <w:caps/>
      <w:sz w:val="32"/>
    </w:rPr>
  </w:style>
  <w:style w:type="character" w:styleId="Hyperlink">
    <w:name w:val="Hyperlink"/>
    <w:basedOn w:val="DefaultParagraphFont"/>
    <w:rsid w:val="00812D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97AB5"/>
    <w:pPr>
      <w:jc w:val="center"/>
    </w:pPr>
    <w:rPr>
      <w:rFonts w:ascii="Garamond" w:hAnsi="Garamond"/>
      <w:sz w:val="24"/>
    </w:rPr>
  </w:style>
  <w:style w:type="paragraph" w:styleId="Heading1">
    <w:name w:val="heading 1"/>
    <w:basedOn w:val="Normal"/>
    <w:next w:val="Normal"/>
    <w:qFormat/>
    <w:rsid w:val="00FB75EA"/>
    <w:pPr>
      <w:outlineLvl w:val="0"/>
    </w:pPr>
    <w:rPr>
      <w:rFonts w:ascii="Century Gothic" w:hAnsi="Century Gothic"/>
      <w:caps/>
      <w:color w:val="333333"/>
      <w:sz w:val="72"/>
      <w:szCs w:val="84"/>
    </w:rPr>
  </w:style>
  <w:style w:type="paragraph" w:styleId="Heading2">
    <w:name w:val="heading 2"/>
    <w:basedOn w:val="Normal"/>
    <w:next w:val="Normal"/>
    <w:qFormat/>
    <w:rsid w:val="00FB75EA"/>
    <w:pPr>
      <w:spacing w:before="200" w:after="280"/>
      <w:outlineLvl w:val="1"/>
    </w:pPr>
    <w:rPr>
      <w:rFonts w:ascii="Century Gothic" w:hAnsi="Century Gothic"/>
      <w:caps/>
      <w:color w:val="BA0000"/>
      <w:sz w:val="72"/>
      <w:szCs w:val="72"/>
    </w:rPr>
  </w:style>
  <w:style w:type="paragraph" w:styleId="Heading3">
    <w:name w:val="heading 3"/>
    <w:basedOn w:val="Normal"/>
    <w:next w:val="Normal"/>
    <w:qFormat/>
    <w:rsid w:val="00FB75EA"/>
    <w:pPr>
      <w:spacing w:before="160" w:after="200"/>
      <w:outlineLvl w:val="2"/>
    </w:pPr>
    <w:rPr>
      <w:rFonts w:ascii="Century Gothic" w:hAnsi="Century Gothic"/>
      <w:b/>
      <w:caps/>
      <w:color w:val="333333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FB75EA"/>
    <w:rPr>
      <w:rFonts w:ascii="Tahoma" w:hAnsi="Tahoma" w:cs="Tahoma"/>
      <w:sz w:val="16"/>
      <w:szCs w:val="16"/>
    </w:rPr>
  </w:style>
  <w:style w:type="paragraph" w:customStyle="1" w:styleId="Description">
    <w:name w:val="Description"/>
    <w:basedOn w:val="Normal"/>
    <w:rsid w:val="00FB75EA"/>
    <w:rPr>
      <w:rFonts w:ascii="Century Gothic" w:hAnsi="Century Gothic"/>
      <w:caps/>
      <w:color w:val="333333"/>
    </w:rPr>
  </w:style>
  <w:style w:type="paragraph" w:customStyle="1" w:styleId="SignatureText">
    <w:name w:val="Signature Text"/>
    <w:basedOn w:val="Normal"/>
    <w:rsid w:val="00FB75EA"/>
    <w:rPr>
      <w:caps/>
      <w:color w:val="333333"/>
      <w:sz w:val="20"/>
    </w:rPr>
  </w:style>
  <w:style w:type="paragraph" w:customStyle="1" w:styleId="Seal">
    <w:name w:val="Seal"/>
    <w:basedOn w:val="Normal"/>
    <w:rsid w:val="007846D3"/>
    <w:rPr>
      <w:caps/>
      <w:sz w:val="32"/>
    </w:rPr>
  </w:style>
  <w:style w:type="character" w:styleId="Hyperlink">
    <w:name w:val="Hyperlink"/>
    <w:basedOn w:val="DefaultParagraphFont"/>
    <w:rsid w:val="00812D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intel.com/teachers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ntel.com/teachers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jfishex\AppData\Roaming\Microsoft\Templates\Jr.%20high%20school%20diploma%20certific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Jr. high school diploma certificate.dot</Template>
  <TotalTime>12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ljfishex</dc:creator>
  <cp:lastModifiedBy>ljfishex</cp:lastModifiedBy>
  <cp:revision>3</cp:revision>
  <cp:lastPrinted>2007-02-02T20:36:00Z</cp:lastPrinted>
  <dcterms:created xsi:type="dcterms:W3CDTF">2012-11-27T19:04:00Z</dcterms:created>
  <dcterms:modified xsi:type="dcterms:W3CDTF">2012-11-27T19:18:00Z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TC100819531033</vt:lpwstr>
  </property>
</Properties>
</file>